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890FC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>
        <w:rPr>
          <w:rFonts w:ascii="Corbel" w:hAnsi="Corbel"/>
          <w:i/>
          <w:smallCaps/>
          <w:sz w:val="24"/>
          <w:szCs w:val="24"/>
        </w:rPr>
        <w:t>2019-2024</w:t>
      </w: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39852A3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>
        <w:rPr>
          <w:rFonts w:ascii="Corbel" w:hAnsi="Corbel"/>
          <w:sz w:val="20"/>
          <w:szCs w:val="20"/>
        </w:rPr>
        <w:t>2019/2020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0076646" w14:textId="7FD10BF8" w:rsidR="0085747A" w:rsidRPr="009C54AE" w:rsidRDefault="00F464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14C9E06" w14:textId="77FAB367" w:rsidR="0085747A" w:rsidRPr="009C54AE" w:rsidRDefault="00754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D47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5270912F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2591C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3B651CDB" w:rsidR="0085747A" w:rsidRPr="009C54AE" w:rsidRDefault="00F23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4515D83D" w:rsidR="0085747A" w:rsidRPr="009C54AE" w:rsidRDefault="00CF3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CF387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F991F01" w:rsidR="0085747A" w:rsidRPr="009C54AE" w:rsidRDefault="006246BE" w:rsidP="00CF3874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9344CE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rzygotowanie </w:t>
            </w:r>
            <w:r w:rsidR="00CF3874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psychologiczno-pedagogiczne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629936F4" w:rsidR="0085747A" w:rsidRPr="009C54AE" w:rsidRDefault="00624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E7479FA" w14:textId="5BF8DEAE" w:rsidR="0085747A" w:rsidRPr="009C54AE" w:rsidRDefault="006259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91C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31A2EA57" w:rsidR="00015B8F" w:rsidRPr="009C54AE" w:rsidRDefault="00CF38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7A4A8E93" w:rsidR="0085747A" w:rsidRPr="009C54AE" w:rsidRDefault="002569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3EB2760F" w14:textId="4FC65F37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CF387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CF387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CF387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7F6380A5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CF3874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  <w:vAlign w:val="center"/>
          </w:tcPr>
          <w:p w14:paraId="4F240C7E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CF38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CF3874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wodowego.</w:t>
            </w:r>
          </w:p>
        </w:tc>
        <w:tc>
          <w:tcPr>
            <w:tcW w:w="1873" w:type="dxa"/>
            <w:vAlign w:val="center"/>
          </w:tcPr>
          <w:p w14:paraId="007345AA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CF38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CF3874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sób. </w:t>
            </w:r>
          </w:p>
        </w:tc>
        <w:tc>
          <w:tcPr>
            <w:tcW w:w="1873" w:type="dxa"/>
            <w:vAlign w:val="center"/>
          </w:tcPr>
          <w:p w14:paraId="2B8F421E" w14:textId="77777777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CF3874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0DD6FA09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odpowiednie techniki korekcyjne 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soby udzielania informacji zwrotnej w celu stymulowania nauki języka obcego. </w:t>
            </w:r>
          </w:p>
        </w:tc>
        <w:tc>
          <w:tcPr>
            <w:tcW w:w="1873" w:type="dxa"/>
            <w:vAlign w:val="center"/>
          </w:tcPr>
          <w:p w14:paraId="1F9AF59C" w14:textId="274B465C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BA5FE8" w:rsidRPr="009C54AE" w14:paraId="231F7FF3" w14:textId="77777777" w:rsidTr="00CF3874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C5D51FE" w14:textId="6ECBA015" w:rsidR="00BA5FE8" w:rsidRPr="00BA5FE8" w:rsidRDefault="00BA5FE8" w:rsidP="00CF38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9C54AE" w14:paraId="3DD9F32D" w14:textId="77777777" w:rsidTr="009D328D">
        <w:tc>
          <w:tcPr>
            <w:tcW w:w="9520" w:type="dxa"/>
          </w:tcPr>
          <w:p w14:paraId="52A92414" w14:textId="32A87FC0" w:rsidR="00CC2AD6" w:rsidRPr="002949AB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9C54AE" w14:paraId="0F6E1002" w14:textId="77777777" w:rsidTr="009D328D">
        <w:tc>
          <w:tcPr>
            <w:tcW w:w="9520" w:type="dxa"/>
          </w:tcPr>
          <w:p w14:paraId="51464265" w14:textId="69E49EA1" w:rsidR="0085747A" w:rsidRPr="009C54AE" w:rsidRDefault="002949AB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49AB">
              <w:rPr>
                <w:rFonts w:ascii="Corbel" w:hAnsi="Corbel"/>
                <w:sz w:val="24"/>
                <w:szCs w:val="24"/>
              </w:rPr>
              <w:lastRenderedPageBreak/>
              <w:t>Predyspozycje rozwojowe we wczesnym dzieciństwie do uczenia się języka obcego. K</w:t>
            </w:r>
            <w:r>
              <w:rPr>
                <w:rFonts w:ascii="Corbel" w:hAnsi="Corbel"/>
                <w:sz w:val="24"/>
                <w:szCs w:val="24"/>
              </w:rPr>
              <w:t>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</w:t>
            </w:r>
            <w:r w:rsidRPr="002949AB">
              <w:rPr>
                <w:rFonts w:ascii="Corbel" w:hAnsi="Corbel"/>
                <w:sz w:val="24"/>
                <w:szCs w:val="24"/>
              </w:rPr>
              <w:t xml:space="preserve">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F2A287B" w14:textId="77777777" w:rsidTr="009D328D">
        <w:tc>
          <w:tcPr>
            <w:tcW w:w="9520" w:type="dxa"/>
          </w:tcPr>
          <w:p w14:paraId="0C68E51C" w14:textId="6BC6B52F" w:rsidR="0085747A" w:rsidRPr="009C54AE" w:rsidRDefault="00AD4802" w:rsidP="002949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Społeczne, przyrodnicze i lingwistyczne uwarunkowania edukacji językowej dzieci. </w:t>
            </w:r>
          </w:p>
        </w:tc>
      </w:tr>
      <w:tr w:rsidR="0085747A" w:rsidRPr="009C54AE" w14:paraId="19E95531" w14:textId="77777777" w:rsidTr="009D328D">
        <w:tc>
          <w:tcPr>
            <w:tcW w:w="9520" w:type="dxa"/>
          </w:tcPr>
          <w:p w14:paraId="6DB2A630" w14:textId="77777777" w:rsidR="00B4623B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  <w:p w14:paraId="7F5FD132" w14:textId="021B55AE" w:rsidR="0085747A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9C54AE" w14:paraId="4316C7D5" w14:textId="77777777" w:rsidTr="009D328D">
        <w:tc>
          <w:tcPr>
            <w:tcW w:w="9520" w:type="dxa"/>
          </w:tcPr>
          <w:p w14:paraId="481E079C" w14:textId="3BBEB2C7" w:rsidR="00AD4678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602D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678" w:rsidRPr="009C54AE" w14:paraId="221906D4" w14:textId="77777777" w:rsidTr="009D328D">
        <w:tc>
          <w:tcPr>
            <w:tcW w:w="9520" w:type="dxa"/>
          </w:tcPr>
          <w:p w14:paraId="78E91D61" w14:textId="6C885F77" w:rsidR="00AD4678" w:rsidRPr="009C54AE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>
              <w:rPr>
                <w:rFonts w:ascii="Corbel" w:hAnsi="Corbel"/>
                <w:sz w:val="24"/>
                <w:szCs w:val="24"/>
              </w:rPr>
              <w:t>i i</w:t>
            </w:r>
            <w:r w:rsidR="00C22D10" w:rsidRPr="00C22D10">
              <w:rPr>
                <w:rFonts w:ascii="Corbel" w:hAnsi="Corbel"/>
                <w:sz w:val="24"/>
                <w:szCs w:val="24"/>
              </w:rPr>
              <w:t xml:space="preserve">nformacja zwrotna </w:t>
            </w:r>
            <w:r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AD4678" w:rsidRPr="009C54AE" w14:paraId="17015062" w14:textId="77777777" w:rsidTr="009D328D">
        <w:tc>
          <w:tcPr>
            <w:tcW w:w="9520" w:type="dxa"/>
          </w:tcPr>
          <w:p w14:paraId="50CE578B" w14:textId="0EA842B8" w:rsidR="00AD4678" w:rsidRPr="009C54AE" w:rsidRDefault="00AD467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4678">
              <w:rPr>
                <w:rFonts w:ascii="Corbel" w:hAnsi="Corbel"/>
                <w:sz w:val="24"/>
                <w:szCs w:val="24"/>
              </w:rPr>
              <w:t>Wpływ wybranych czynników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4678">
              <w:rPr>
                <w:rFonts w:ascii="Corbel" w:hAnsi="Corbel"/>
                <w:sz w:val="24"/>
                <w:szCs w:val="24"/>
              </w:rPr>
              <w:t>na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przyswajanie języka</w:t>
            </w:r>
            <w:r w:rsidR="00AD4802">
              <w:rPr>
                <w:rFonts w:ascii="Corbel" w:hAnsi="Corbel"/>
                <w:sz w:val="24"/>
                <w:szCs w:val="24"/>
              </w:rPr>
              <w:t xml:space="preserve"> obcego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i rozwój </w:t>
            </w:r>
            <w:r w:rsidRPr="00AD4678">
              <w:rPr>
                <w:rFonts w:ascii="Corbel" w:hAnsi="Corbel"/>
                <w:sz w:val="24"/>
                <w:szCs w:val="24"/>
              </w:rPr>
              <w:t>dwujęzyczności dziec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A64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9C54AE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 xml:space="preserve">Wybrane </w:t>
            </w:r>
            <w:r>
              <w:rPr>
                <w:rFonts w:ascii="Corbel" w:hAnsi="Corbel"/>
                <w:sz w:val="24"/>
                <w:szCs w:val="24"/>
              </w:rPr>
              <w:t>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7693700C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93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714513F3" w14:textId="77777777" w:rsidR="00B4623B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Rola języka ojczystego na lekcji języka obcego.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41CB2B" w14:textId="327FF0C9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>Materiały glottodydaktyczne w nauczaniu języka obcego</w:t>
            </w:r>
            <w:r>
              <w:rPr>
                <w:rFonts w:ascii="Corbel" w:hAnsi="Corbel"/>
                <w:sz w:val="24"/>
                <w:szCs w:val="24"/>
              </w:rPr>
              <w:t xml:space="preserve">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12CBE0E8" w14:textId="77777777" w:rsidR="00B4623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  <w:p w14:paraId="7A58DAF5" w14:textId="418E7FDC" w:rsidR="00991193" w:rsidRPr="00131699" w:rsidRDefault="00CC2AD6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13169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działa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na rzecz rozwoju własnych kompetencji językowych i pedagogicznyc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0222CEB" w14:textId="56439D91" w:rsidR="0085747A" w:rsidRPr="009C54AE" w:rsidRDefault="009F4610" w:rsidP="006246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54261" w14:textId="7B009CB0" w:rsidR="00E960BB" w:rsidRDefault="00F853A3" w:rsidP="006246B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>Wykład informacyjny, wykład konwersatoryjny, dyskusja dydaktyczna, prezentacja multimedia</w:t>
      </w:r>
      <w:r w:rsidRPr="00F853A3">
        <w:rPr>
          <w:rFonts w:ascii="Corbel" w:hAnsi="Corbel"/>
          <w:b w:val="0"/>
          <w:bCs/>
          <w:smallCaps w:val="0"/>
          <w:szCs w:val="24"/>
        </w:rPr>
        <w:t>l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3F76DD58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CF38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7525EDF" w:rsidR="00F5360B" w:rsidRPr="00AD4802" w:rsidRDefault="00AD4802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CF38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, a także obe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ność na zajęciach i aktywne uczestnictwo w zajęciach.  </w:t>
            </w:r>
          </w:p>
          <w:p w14:paraId="0F2CA00B" w14:textId="258AB869" w:rsidR="00923D7D" w:rsidRDefault="004668A2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042CDE6C" w:rsidR="00463E91" w:rsidRDefault="00DC4FD4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60% oceny końcowej stanowi kolokwium i 40% stanowią projekty. </w:t>
            </w:r>
          </w:p>
          <w:p w14:paraId="6C3AB090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77777777" w:rsidR="00463E91" w:rsidRPr="003032AB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D02ACB4" w14:textId="77777777" w:rsidR="00463E91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047C2B" w14:textId="4D412E3D" w:rsidR="0085747A" w:rsidRPr="009C54AE" w:rsidRDefault="00463E91" w:rsidP="00CF3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8D7C516" w:rsidR="00C61DC5" w:rsidRPr="009C54AE" w:rsidRDefault="006A40DC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(2+2)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>spra</w:t>
            </w:r>
            <w:r w:rsidR="00085E55">
              <w:rPr>
                <w:rFonts w:ascii="Corbel" w:hAnsi="Corbel"/>
                <w:sz w:val="24"/>
                <w:szCs w:val="24"/>
              </w:rPr>
              <w:t>w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CF38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26380391" w14:textId="7D8A2428" w:rsidR="0095224F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81FF86" w14:textId="6FA6EACC" w:rsidR="00085E55" w:rsidRDefault="00F5360B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FA33EF" w14:textId="718A8626" w:rsidR="009344CE" w:rsidRDefault="005231FA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Sprawdzanie umiejętności w nauce języka obcego. Kontrola - Ocena- Testowanie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Fraszka Edukacyjna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357CA031" w14:textId="6A494B53" w:rsidR="009344CE" w:rsidRDefault="005231FA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77E2149" w14:textId="2B60E35C" w:rsidR="005224F3" w:rsidRPr="005224F3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E7EF77F" w14:textId="18DBA22C" w:rsidR="009344CE" w:rsidRPr="00256939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przedszkolnej, </w:t>
            </w:r>
            <w:proofErr w:type="spellStart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4D37026" w14:textId="379A03F9" w:rsidR="005231FA" w:rsidRPr="009C54AE" w:rsidRDefault="005224F3" w:rsidP="00CF387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kolnej, Oficyna Wydawnicza Impuls, Kraków 2013.</w:t>
            </w:r>
          </w:p>
        </w:tc>
      </w:tr>
      <w:tr w:rsidR="0085747A" w:rsidRPr="00F46430" w14:paraId="41D066F2" w14:textId="77777777" w:rsidTr="0071620A">
        <w:trPr>
          <w:trHeight w:val="397"/>
        </w:trPr>
        <w:tc>
          <w:tcPr>
            <w:tcW w:w="7513" w:type="dxa"/>
          </w:tcPr>
          <w:p w14:paraId="4241F7C7" w14:textId="2A974199" w:rsidR="00F5360B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7A19C779" w14:textId="3CE91E7E" w:rsidR="005224F3" w:rsidRPr="00F5360B" w:rsidRDefault="005231FA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CF387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41398" w14:textId="77777777" w:rsidR="004F061B" w:rsidRDefault="004F061B" w:rsidP="00C16ABF">
      <w:pPr>
        <w:spacing w:after="0" w:line="240" w:lineRule="auto"/>
      </w:pPr>
      <w:r>
        <w:separator/>
      </w:r>
    </w:p>
  </w:endnote>
  <w:endnote w:type="continuationSeparator" w:id="0">
    <w:p w14:paraId="5E268394" w14:textId="77777777" w:rsidR="004F061B" w:rsidRDefault="004F06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F8651" w14:textId="77777777" w:rsidR="004F061B" w:rsidRDefault="004F061B" w:rsidP="00C16ABF">
      <w:pPr>
        <w:spacing w:after="0" w:line="240" w:lineRule="auto"/>
      </w:pPr>
      <w:r>
        <w:separator/>
      </w:r>
    </w:p>
  </w:footnote>
  <w:footnote w:type="continuationSeparator" w:id="0">
    <w:p w14:paraId="24FDB8C5" w14:textId="77777777" w:rsidR="004F061B" w:rsidRDefault="004F061B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6D4"/>
    <w:multiLevelType w:val="hybridMultilevel"/>
    <w:tmpl w:val="83DE67B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7189C"/>
    <w:multiLevelType w:val="hybridMultilevel"/>
    <w:tmpl w:val="882806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C041DA"/>
    <w:multiLevelType w:val="hybridMultilevel"/>
    <w:tmpl w:val="159C4C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F1C57"/>
    <w:rsid w:val="000F5615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A75"/>
    <w:rsid w:val="002336F9"/>
    <w:rsid w:val="0024028F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63"/>
    <w:rsid w:val="003343CF"/>
    <w:rsid w:val="00346FE9"/>
    <w:rsid w:val="0034759A"/>
    <w:rsid w:val="003503F6"/>
    <w:rsid w:val="003530DD"/>
    <w:rsid w:val="00363F78"/>
    <w:rsid w:val="003950F0"/>
    <w:rsid w:val="0039712D"/>
    <w:rsid w:val="003A0A5B"/>
    <w:rsid w:val="003A1176"/>
    <w:rsid w:val="003B1B5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61B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415B"/>
    <w:rsid w:val="0061029B"/>
    <w:rsid w:val="006113B6"/>
    <w:rsid w:val="00617230"/>
    <w:rsid w:val="00621CE1"/>
    <w:rsid w:val="006246BE"/>
    <w:rsid w:val="0062591C"/>
    <w:rsid w:val="00627FC9"/>
    <w:rsid w:val="00647FA8"/>
    <w:rsid w:val="00650C5F"/>
    <w:rsid w:val="00654934"/>
    <w:rsid w:val="006620D9"/>
    <w:rsid w:val="00671958"/>
    <w:rsid w:val="00675843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47"/>
    <w:rsid w:val="00763BF1"/>
    <w:rsid w:val="00766FD4"/>
    <w:rsid w:val="0078168C"/>
    <w:rsid w:val="007823BB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4BBF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3874"/>
    <w:rsid w:val="00CF78ED"/>
    <w:rsid w:val="00D02B25"/>
    <w:rsid w:val="00D02EBA"/>
    <w:rsid w:val="00D17C3C"/>
    <w:rsid w:val="00D209C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30B8"/>
    <w:rsid w:val="00F27A7B"/>
    <w:rsid w:val="00F46430"/>
    <w:rsid w:val="00F526AF"/>
    <w:rsid w:val="00F5360B"/>
    <w:rsid w:val="00F617C3"/>
    <w:rsid w:val="00F7066B"/>
    <w:rsid w:val="00F83B28"/>
    <w:rsid w:val="00F853A3"/>
    <w:rsid w:val="00F9000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B007-3769-4B10-8BCB-BD0D9644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1290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2019-10-24T16:47:00Z</dcterms:created>
  <dcterms:modified xsi:type="dcterms:W3CDTF">2021-01-21T09:03:00Z</dcterms:modified>
</cp:coreProperties>
</file>